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37E35" w14:textId="7F95B0E1" w:rsidR="00775429" w:rsidRPr="001C6582" w:rsidRDefault="00775429" w:rsidP="001D11B3">
      <w:pPr>
        <w:pStyle w:val="Domicil"/>
      </w:pPr>
      <w:r w:rsidRPr="001C6582">
        <w:t xml:space="preserve">Olomouc </w:t>
      </w:r>
      <w:r w:rsidR="004E27E5">
        <w:t>3</w:t>
      </w:r>
      <w:r w:rsidR="00AC7893">
        <w:t>1</w:t>
      </w:r>
      <w:r w:rsidRPr="001C6582">
        <w:t xml:space="preserve">. </w:t>
      </w:r>
      <w:r w:rsidR="0079665B">
        <w:t>srpna</w:t>
      </w:r>
      <w:r w:rsidRPr="001C6582">
        <w:t xml:space="preserve"> </w:t>
      </w:r>
      <w:r w:rsidR="004E66E0">
        <w:t>2023</w:t>
      </w:r>
    </w:p>
    <w:p w14:paraId="2CED92D1" w14:textId="1E21C4CB" w:rsidR="007D3869" w:rsidRPr="001C6582" w:rsidRDefault="00294DF7" w:rsidP="007D3869">
      <w:pPr>
        <w:pStyle w:val="Nzev"/>
      </w:pPr>
      <w:r>
        <w:rPr>
          <w:rFonts w:ascii="Times New Roman" w:hAnsi="Times New Roman" w:cs="Times New Roman"/>
          <w:b/>
          <w:bCs/>
        </w:rPr>
        <w:t xml:space="preserve">Největší varhany v Česku </w:t>
      </w:r>
      <w:r w:rsidR="001E6759">
        <w:rPr>
          <w:rFonts w:ascii="Times New Roman" w:hAnsi="Times New Roman" w:cs="Times New Roman"/>
          <w:b/>
          <w:bCs/>
        </w:rPr>
        <w:t>opět</w:t>
      </w:r>
      <w:r w:rsidR="00412B24">
        <w:rPr>
          <w:rFonts w:ascii="Times New Roman" w:hAnsi="Times New Roman" w:cs="Times New Roman"/>
          <w:b/>
          <w:bCs/>
        </w:rPr>
        <w:t xml:space="preserve"> rozezní</w:t>
      </w:r>
      <w:r w:rsidR="000A260F">
        <w:rPr>
          <w:rFonts w:ascii="Times New Roman" w:hAnsi="Times New Roman" w:cs="Times New Roman"/>
          <w:b/>
          <w:bCs/>
        </w:rPr>
        <w:t xml:space="preserve"> </w:t>
      </w:r>
      <w:r w:rsidR="00161830">
        <w:rPr>
          <w:rFonts w:ascii="Times New Roman" w:hAnsi="Times New Roman" w:cs="Times New Roman"/>
          <w:b/>
          <w:bCs/>
        </w:rPr>
        <w:t>Mezinárodní varhanní festival</w:t>
      </w:r>
      <w:r w:rsidR="00D15103">
        <w:rPr>
          <w:rFonts w:ascii="Times New Roman" w:hAnsi="Times New Roman" w:cs="Times New Roman"/>
          <w:b/>
          <w:bCs/>
        </w:rPr>
        <w:t xml:space="preserve"> Olomouc</w:t>
      </w:r>
    </w:p>
    <w:p w14:paraId="3A18A35B" w14:textId="2FAFDC3A" w:rsidR="00114193" w:rsidRDefault="0014042C" w:rsidP="00114193">
      <w:pPr>
        <w:pStyle w:val="Perex"/>
      </w:pPr>
      <w:r>
        <w:t xml:space="preserve">Velkolepým návratem </w:t>
      </w:r>
      <w:r w:rsidR="00BB733E">
        <w:t xml:space="preserve">do chrámu svatého Mořice </w:t>
      </w:r>
      <w:r w:rsidR="005317D5">
        <w:t xml:space="preserve">otevře </w:t>
      </w:r>
      <w:r w:rsidR="00AE0DDC">
        <w:t xml:space="preserve">po dokončené rekonstrukci </w:t>
      </w:r>
      <w:r w:rsidR="005317D5">
        <w:t xml:space="preserve">tamních </w:t>
      </w:r>
      <w:r w:rsidR="00AE0DDC">
        <w:t xml:space="preserve">varhan </w:t>
      </w:r>
      <w:r w:rsidR="00473B92">
        <w:t xml:space="preserve">Mezinárodní varhanní festival Olomouc svůj 55. ročník. </w:t>
      </w:r>
      <w:r w:rsidR="001A7487">
        <w:t>Zahajovací koncert se uskuteční v pondělí 4. září od 19 hodin</w:t>
      </w:r>
      <w:r w:rsidR="002033C8">
        <w:t xml:space="preserve"> v podání přední české varhanice Kateřiny Málkové</w:t>
      </w:r>
      <w:r w:rsidR="002763D2">
        <w:t>, kterou doplní</w:t>
      </w:r>
      <w:r w:rsidR="00B73244">
        <w:t xml:space="preserve"> unikátní</w:t>
      </w:r>
      <w:r w:rsidR="002033C8">
        <w:t xml:space="preserve"> seskupení </w:t>
      </w:r>
      <w:r w:rsidR="00B73244">
        <w:t>„</w:t>
      </w:r>
      <w:r w:rsidR="002033C8">
        <w:t xml:space="preserve">Moravia </w:t>
      </w:r>
      <w:proofErr w:type="spellStart"/>
      <w:r w:rsidR="002033C8">
        <w:t>Brass</w:t>
      </w:r>
      <w:proofErr w:type="spellEnd"/>
      <w:r w:rsidR="002033C8">
        <w:t xml:space="preserve"> Band</w:t>
      </w:r>
      <w:r w:rsidR="00B73244">
        <w:t>“</w:t>
      </w:r>
      <w:r w:rsidR="002033C8">
        <w:t xml:space="preserve">. </w:t>
      </w:r>
      <w:r w:rsidR="0061503C">
        <w:t>Také n</w:t>
      </w:r>
      <w:r w:rsidR="000C0162">
        <w:t xml:space="preserve">ásledující čtyři festivalové koncerty </w:t>
      </w:r>
      <w:r w:rsidR="0061503C">
        <w:t xml:space="preserve">nabídnou </w:t>
      </w:r>
      <w:r w:rsidR="001F6D05">
        <w:t xml:space="preserve">špičkové interpretační výkony i </w:t>
      </w:r>
      <w:r w:rsidR="009A00E9">
        <w:t>mezinárodní zastoupení umělců.</w:t>
      </w:r>
    </w:p>
    <w:p w14:paraId="4959612A" w14:textId="6ED9D02C" w:rsidR="008377A8" w:rsidRPr="00E2455E" w:rsidRDefault="008377A8" w:rsidP="008377A8">
      <w:pPr>
        <w:pStyle w:val="Perex"/>
        <w:rPr>
          <w:b w:val="0"/>
          <w:bCs/>
        </w:rPr>
      </w:pPr>
      <w:r w:rsidRPr="007333EA">
        <w:rPr>
          <w:b w:val="0"/>
          <w:bCs/>
          <w:i/>
          <w:iCs/>
        </w:rPr>
        <w:t>„Mezinárodní varhanní festival Olomouc patří ke stěžejním kulturním a společenským událostem města a je jednou ze značek, které jsou s Olomoucí spojovány a dotvářejí její image v tuzemsku i</w:t>
      </w:r>
      <w:r w:rsidR="00CA3CE9">
        <w:rPr>
          <w:b w:val="0"/>
          <w:bCs/>
          <w:i/>
          <w:iCs/>
        </w:rPr>
        <w:t> </w:t>
      </w:r>
      <w:r w:rsidRPr="007333EA">
        <w:rPr>
          <w:b w:val="0"/>
          <w:bCs/>
          <w:i/>
          <w:iCs/>
        </w:rPr>
        <w:t>v</w:t>
      </w:r>
      <w:r w:rsidR="00CA3CE9">
        <w:rPr>
          <w:b w:val="0"/>
          <w:bCs/>
          <w:i/>
          <w:iCs/>
        </w:rPr>
        <w:t> </w:t>
      </w:r>
      <w:r w:rsidRPr="007333EA">
        <w:rPr>
          <w:b w:val="0"/>
          <w:bCs/>
          <w:i/>
          <w:iCs/>
        </w:rPr>
        <w:t>zahraničí. Role Moravské filharmonie Olomouc coby pořadatele festivalu je při tom zásadní pro</w:t>
      </w:r>
      <w:r w:rsidR="00CE6B77">
        <w:rPr>
          <w:b w:val="0"/>
          <w:bCs/>
          <w:i/>
          <w:iCs/>
        </w:rPr>
        <w:t> </w:t>
      </w:r>
      <w:r w:rsidRPr="007333EA">
        <w:rPr>
          <w:b w:val="0"/>
          <w:bCs/>
          <w:i/>
          <w:iCs/>
        </w:rPr>
        <w:t>jeho stabilitu, dlouhodobou kvalitativní úroveň i budoucnost.“</w:t>
      </w:r>
      <w:r>
        <w:rPr>
          <w:b w:val="0"/>
          <w:bCs/>
        </w:rPr>
        <w:t xml:space="preserve"> </w:t>
      </w:r>
      <w:r w:rsidR="000F0ABC">
        <w:rPr>
          <w:b w:val="0"/>
          <w:bCs/>
        </w:rPr>
        <w:t xml:space="preserve">říká k festivalu </w:t>
      </w:r>
      <w:r>
        <w:rPr>
          <w:b w:val="0"/>
          <w:bCs/>
        </w:rPr>
        <w:t>Viktor Tichák, náměstek primátora města Olomouce</w:t>
      </w:r>
      <w:r w:rsidR="00CA3CE9">
        <w:rPr>
          <w:b w:val="0"/>
          <w:bCs/>
        </w:rPr>
        <w:t>.</w:t>
      </w:r>
    </w:p>
    <w:p w14:paraId="494D4F24" w14:textId="7556F58B" w:rsidR="00ED337F" w:rsidRPr="00FF7233" w:rsidRDefault="00185AA8" w:rsidP="00ED337F">
      <w:pPr>
        <w:pStyle w:val="Perex"/>
        <w:rPr>
          <w:b w:val="0"/>
          <w:bCs/>
        </w:rPr>
      </w:pPr>
      <w:r w:rsidRPr="00185AA8">
        <w:rPr>
          <w:b w:val="0"/>
          <w:bCs/>
        </w:rPr>
        <w:t xml:space="preserve">Po dokončené rekonstrukci </w:t>
      </w:r>
      <w:proofErr w:type="spellStart"/>
      <w:r w:rsidRPr="00185AA8">
        <w:rPr>
          <w:b w:val="0"/>
          <w:bCs/>
        </w:rPr>
        <w:t>Englerových</w:t>
      </w:r>
      <w:proofErr w:type="spellEnd"/>
      <w:r w:rsidRPr="00185AA8">
        <w:rPr>
          <w:b w:val="0"/>
          <w:bCs/>
        </w:rPr>
        <w:t xml:space="preserve"> varhan</w:t>
      </w:r>
      <w:r w:rsidR="005A2C5A">
        <w:rPr>
          <w:b w:val="0"/>
          <w:bCs/>
        </w:rPr>
        <w:t xml:space="preserve">, které jsou </w:t>
      </w:r>
      <w:r w:rsidR="00D03692">
        <w:rPr>
          <w:b w:val="0"/>
          <w:bCs/>
        </w:rPr>
        <w:t xml:space="preserve">s 8 tisíci píšťalami </w:t>
      </w:r>
      <w:r w:rsidR="005A2C5A">
        <w:rPr>
          <w:b w:val="0"/>
          <w:bCs/>
        </w:rPr>
        <w:t>největší</w:t>
      </w:r>
      <w:r w:rsidR="00CA0179">
        <w:rPr>
          <w:b w:val="0"/>
          <w:bCs/>
        </w:rPr>
        <w:t>mi</w:t>
      </w:r>
      <w:r w:rsidR="005A2C5A">
        <w:rPr>
          <w:b w:val="0"/>
          <w:bCs/>
        </w:rPr>
        <w:t xml:space="preserve"> varhan</w:t>
      </w:r>
      <w:r w:rsidR="00CA0179">
        <w:rPr>
          <w:b w:val="0"/>
          <w:bCs/>
        </w:rPr>
        <w:t>ami</w:t>
      </w:r>
      <w:r w:rsidR="005A2C5A">
        <w:rPr>
          <w:b w:val="0"/>
          <w:bCs/>
        </w:rPr>
        <w:t xml:space="preserve"> v ČR,</w:t>
      </w:r>
      <w:r w:rsidRPr="00185AA8">
        <w:rPr>
          <w:b w:val="0"/>
          <w:bCs/>
        </w:rPr>
        <w:t xml:space="preserve"> se festival vrací zpět do kostela sv. Mořice, kde proběhnou </w:t>
      </w:r>
      <w:r w:rsidRPr="00CC0D6E">
        <w:rPr>
          <w:b w:val="0"/>
          <w:bCs/>
        </w:rPr>
        <w:t xml:space="preserve">čtyři z pěti </w:t>
      </w:r>
      <w:r w:rsidR="00F32538">
        <w:rPr>
          <w:b w:val="0"/>
          <w:bCs/>
        </w:rPr>
        <w:t xml:space="preserve">festivalových </w:t>
      </w:r>
      <w:r w:rsidRPr="00CC0D6E">
        <w:rPr>
          <w:b w:val="0"/>
          <w:bCs/>
        </w:rPr>
        <w:t>koncertů. Jeden koncert se pak uskuteční v katedrále sv. Václava.</w:t>
      </w:r>
      <w:r w:rsidR="00CC2B63">
        <w:rPr>
          <w:b w:val="0"/>
          <w:bCs/>
        </w:rPr>
        <w:t xml:space="preserve"> </w:t>
      </w:r>
      <w:r w:rsidR="00ED337F">
        <w:rPr>
          <w:b w:val="0"/>
          <w:bCs/>
          <w:i/>
          <w:iCs/>
        </w:rPr>
        <w:t>„</w:t>
      </w:r>
      <w:r w:rsidR="00ED337F" w:rsidRPr="00E2455E">
        <w:rPr>
          <w:b w:val="0"/>
          <w:bCs/>
          <w:i/>
          <w:iCs/>
        </w:rPr>
        <w:t xml:space="preserve">Po několikaleté přestávce se znovu rozezvučí </w:t>
      </w:r>
      <w:proofErr w:type="spellStart"/>
      <w:r w:rsidR="00ED337F" w:rsidRPr="00E2455E">
        <w:rPr>
          <w:b w:val="0"/>
          <w:bCs/>
          <w:i/>
          <w:iCs/>
        </w:rPr>
        <w:t>svatomořické</w:t>
      </w:r>
      <w:proofErr w:type="spellEnd"/>
      <w:r w:rsidR="00ED337F" w:rsidRPr="00E2455E">
        <w:rPr>
          <w:b w:val="0"/>
          <w:bCs/>
          <w:i/>
          <w:iCs/>
        </w:rPr>
        <w:t xml:space="preserve"> varhany, které prošly náročnou opravou, trvající skoro tři roky. Opravu realizovala slovinská varhanářská firma Anton </w:t>
      </w:r>
      <w:proofErr w:type="spellStart"/>
      <w:r w:rsidR="00ED337F" w:rsidRPr="00E2455E">
        <w:rPr>
          <w:b w:val="0"/>
          <w:bCs/>
          <w:i/>
          <w:iCs/>
        </w:rPr>
        <w:t>Škrabl</w:t>
      </w:r>
      <w:proofErr w:type="spellEnd"/>
      <w:r w:rsidR="00ED337F" w:rsidRPr="00E2455E">
        <w:rPr>
          <w:b w:val="0"/>
          <w:bCs/>
          <w:i/>
          <w:iCs/>
        </w:rPr>
        <w:t xml:space="preserve"> ve spolupráci s olomouckou firmou Organ </w:t>
      </w:r>
      <w:proofErr w:type="spellStart"/>
      <w:r w:rsidR="00ED337F" w:rsidRPr="00E2455E">
        <w:rPr>
          <w:b w:val="0"/>
          <w:bCs/>
          <w:i/>
          <w:iCs/>
        </w:rPr>
        <w:t>Service</w:t>
      </w:r>
      <w:proofErr w:type="spellEnd"/>
      <w:r w:rsidR="00ED337F" w:rsidRPr="00E2455E">
        <w:rPr>
          <w:b w:val="0"/>
          <w:bCs/>
          <w:i/>
          <w:iCs/>
        </w:rPr>
        <w:t>, a byla financována Evropskou unií a Ministerstvem pro místní rozvoj. Náročnost rekonstrukce byla především v tom, že se jedná o velký nástroj nejen co do počtu píšťal, ale</w:t>
      </w:r>
      <w:r w:rsidR="00F32538">
        <w:rPr>
          <w:b w:val="0"/>
          <w:bCs/>
          <w:i/>
          <w:iCs/>
        </w:rPr>
        <w:t> </w:t>
      </w:r>
      <w:r w:rsidR="00ED337F" w:rsidRPr="00E2455E">
        <w:rPr>
          <w:b w:val="0"/>
          <w:bCs/>
          <w:i/>
          <w:iCs/>
        </w:rPr>
        <w:t>i</w:t>
      </w:r>
      <w:r w:rsidR="00F32538">
        <w:rPr>
          <w:b w:val="0"/>
          <w:bCs/>
          <w:i/>
          <w:iCs/>
        </w:rPr>
        <w:t> </w:t>
      </w:r>
      <w:r w:rsidR="00ED337F" w:rsidRPr="00E2455E">
        <w:rPr>
          <w:b w:val="0"/>
          <w:bCs/>
          <w:i/>
          <w:iCs/>
        </w:rPr>
        <w:t xml:space="preserve">kombinací ovládání mechanicko-elektrické </w:t>
      </w:r>
      <w:proofErr w:type="spellStart"/>
      <w:r w:rsidR="00ED337F" w:rsidRPr="00E2455E">
        <w:rPr>
          <w:b w:val="0"/>
          <w:bCs/>
          <w:i/>
          <w:iCs/>
        </w:rPr>
        <w:t>traktury</w:t>
      </w:r>
      <w:proofErr w:type="spellEnd"/>
      <w:r w:rsidR="00ED337F" w:rsidRPr="00E2455E">
        <w:rPr>
          <w:b w:val="0"/>
          <w:bCs/>
          <w:i/>
          <w:iCs/>
        </w:rPr>
        <w:t>. Věřím, že obnovené varhany budou také v</w:t>
      </w:r>
      <w:r w:rsidR="00F32538">
        <w:rPr>
          <w:b w:val="0"/>
          <w:bCs/>
          <w:i/>
          <w:iCs/>
        </w:rPr>
        <w:t> </w:t>
      </w:r>
      <w:r w:rsidR="00ED337F" w:rsidRPr="00E2455E">
        <w:rPr>
          <w:b w:val="0"/>
          <w:bCs/>
          <w:i/>
          <w:iCs/>
        </w:rPr>
        <w:t xml:space="preserve">letošním 55. ročníku festivalu rozeznívat srdce </w:t>
      </w:r>
      <w:r w:rsidR="00CF4A18">
        <w:rPr>
          <w:b w:val="0"/>
          <w:bCs/>
          <w:i/>
          <w:iCs/>
        </w:rPr>
        <w:t xml:space="preserve">všech </w:t>
      </w:r>
      <w:r w:rsidR="00ED337F" w:rsidRPr="00E2455E">
        <w:rPr>
          <w:b w:val="0"/>
          <w:bCs/>
          <w:i/>
          <w:iCs/>
        </w:rPr>
        <w:t>milovníků varhan.</w:t>
      </w:r>
      <w:r w:rsidR="00ED337F">
        <w:rPr>
          <w:b w:val="0"/>
          <w:bCs/>
          <w:i/>
          <w:iCs/>
        </w:rPr>
        <w:t>“</w:t>
      </w:r>
      <w:r w:rsidR="00ED337F">
        <w:rPr>
          <w:b w:val="0"/>
          <w:bCs/>
        </w:rPr>
        <w:t xml:space="preserve"> </w:t>
      </w:r>
      <w:r w:rsidR="000F0ABC">
        <w:rPr>
          <w:b w:val="0"/>
          <w:bCs/>
        </w:rPr>
        <w:t xml:space="preserve">uvádí k rekonstrukci varhan </w:t>
      </w:r>
      <w:r w:rsidR="00E31003">
        <w:rPr>
          <w:b w:val="0"/>
          <w:bCs/>
        </w:rPr>
        <w:t xml:space="preserve">probošt kostela sv. Mořice </w:t>
      </w:r>
      <w:r w:rsidR="00ED337F">
        <w:rPr>
          <w:b w:val="0"/>
          <w:bCs/>
        </w:rPr>
        <w:t>František Hanáček.</w:t>
      </w:r>
    </w:p>
    <w:p w14:paraId="28A12676" w14:textId="21E1AD12" w:rsidR="00ED337F" w:rsidRDefault="00696973" w:rsidP="00114193">
      <w:pPr>
        <w:pStyle w:val="Perex"/>
        <w:rPr>
          <w:b w:val="0"/>
          <w:bCs/>
        </w:rPr>
      </w:pPr>
      <w:r>
        <w:rPr>
          <w:b w:val="0"/>
          <w:bCs/>
        </w:rPr>
        <w:t>Všechny f</w:t>
      </w:r>
      <w:r w:rsidR="00A04F6C">
        <w:rPr>
          <w:b w:val="0"/>
          <w:bCs/>
        </w:rPr>
        <w:t>estivalové k</w:t>
      </w:r>
      <w:r w:rsidR="001B2DD2" w:rsidRPr="001B2DD2">
        <w:rPr>
          <w:b w:val="0"/>
          <w:bCs/>
        </w:rPr>
        <w:t>oncerty se konají tradičně v pondělky a čtvrtky</w:t>
      </w:r>
      <w:r w:rsidR="00A04F6C">
        <w:rPr>
          <w:b w:val="0"/>
          <w:bCs/>
        </w:rPr>
        <w:t xml:space="preserve"> od 4. do 18. září</w:t>
      </w:r>
      <w:r w:rsidR="001B2DD2" w:rsidRPr="001B2DD2">
        <w:rPr>
          <w:b w:val="0"/>
          <w:bCs/>
        </w:rPr>
        <w:t>, vždy od 19 hodin.</w:t>
      </w:r>
      <w:r>
        <w:rPr>
          <w:b w:val="0"/>
          <w:bCs/>
        </w:rPr>
        <w:t xml:space="preserve"> </w:t>
      </w:r>
      <w:r w:rsidR="00F050EF">
        <w:rPr>
          <w:b w:val="0"/>
          <w:bCs/>
        </w:rPr>
        <w:t xml:space="preserve">I v letošním roce nabídne festival </w:t>
      </w:r>
      <w:r w:rsidR="005E0940" w:rsidRPr="005E0940">
        <w:rPr>
          <w:b w:val="0"/>
          <w:bCs/>
        </w:rPr>
        <w:t xml:space="preserve">špičkové interprety a nevšední hudební zážitky. </w:t>
      </w:r>
      <w:r w:rsidR="005E0940" w:rsidRPr="00BD4E95">
        <w:rPr>
          <w:b w:val="0"/>
          <w:bCs/>
          <w:i/>
          <w:iCs/>
        </w:rPr>
        <w:t xml:space="preserve">„Největšími letošními hvězdami budou David </w:t>
      </w:r>
      <w:proofErr w:type="spellStart"/>
      <w:r w:rsidR="005E0940" w:rsidRPr="00BD4E95">
        <w:rPr>
          <w:b w:val="0"/>
          <w:bCs/>
          <w:i/>
          <w:iCs/>
        </w:rPr>
        <w:t>Cassan</w:t>
      </w:r>
      <w:proofErr w:type="spellEnd"/>
      <w:r w:rsidR="005E0940" w:rsidRPr="00BD4E95">
        <w:rPr>
          <w:b w:val="0"/>
          <w:bCs/>
          <w:i/>
          <w:iCs/>
        </w:rPr>
        <w:t xml:space="preserve"> z Francie a </w:t>
      </w:r>
      <w:proofErr w:type="spellStart"/>
      <w:r w:rsidR="005E0940" w:rsidRPr="00BD4E95">
        <w:rPr>
          <w:b w:val="0"/>
          <w:bCs/>
          <w:i/>
          <w:iCs/>
        </w:rPr>
        <w:t>Balázs</w:t>
      </w:r>
      <w:proofErr w:type="spellEnd"/>
      <w:r w:rsidR="005E0940" w:rsidRPr="00BD4E95">
        <w:rPr>
          <w:b w:val="0"/>
          <w:bCs/>
          <w:i/>
          <w:iCs/>
        </w:rPr>
        <w:t xml:space="preserve"> Szabó z Maďarska. Vynikající německý varhaník Axel </w:t>
      </w:r>
      <w:proofErr w:type="spellStart"/>
      <w:r w:rsidR="005E0940" w:rsidRPr="00BD4E95">
        <w:rPr>
          <w:b w:val="0"/>
          <w:bCs/>
          <w:i/>
          <w:iCs/>
        </w:rPr>
        <w:t>Flierl</w:t>
      </w:r>
      <w:proofErr w:type="spellEnd"/>
      <w:r w:rsidR="005E0940" w:rsidRPr="00BD4E95">
        <w:rPr>
          <w:b w:val="0"/>
          <w:bCs/>
          <w:i/>
          <w:iCs/>
        </w:rPr>
        <w:t xml:space="preserve"> provede stěžejní díla francouzských a německých skladatelů. Velkým zpestřením bude koncert pro dvoje varhany a dva varhaníky, který se uskuteční v olomoucké katedrále. Rád bych vyzvednul fakt, že právě olomoucký “dóm” poskytl hlavní zázemí varhannímu festivalu v době rekonstrukce </w:t>
      </w:r>
      <w:proofErr w:type="spellStart"/>
      <w:r w:rsidR="005E0940" w:rsidRPr="00BD4E95">
        <w:rPr>
          <w:b w:val="0"/>
          <w:bCs/>
          <w:i/>
          <w:iCs/>
        </w:rPr>
        <w:t>svatomořických</w:t>
      </w:r>
      <w:proofErr w:type="spellEnd"/>
      <w:r w:rsidR="005E0940" w:rsidRPr="00BD4E95">
        <w:rPr>
          <w:b w:val="0"/>
          <w:bCs/>
          <w:i/>
          <w:iCs/>
        </w:rPr>
        <w:t xml:space="preserve"> varhan. Tento koncert tak je jakýmsi poděkováním za možnost udržet linii varhanního festivalu v Olomouci bez jediného přerušení.“</w:t>
      </w:r>
      <w:r w:rsidR="005E0940" w:rsidRPr="005E0940">
        <w:rPr>
          <w:b w:val="0"/>
          <w:bCs/>
        </w:rPr>
        <w:t xml:space="preserve"> dodává k programu dramaturg festivalu Karel Martínek.</w:t>
      </w:r>
    </w:p>
    <w:p w14:paraId="0D08822E" w14:textId="1E36638E" w:rsidR="007976CB" w:rsidRDefault="00185AA8" w:rsidP="007D3869">
      <w:r>
        <w:t xml:space="preserve">Vstupenky v ceně 200 Kč (zlevněná 100 Kč) lze zakoupit na webu Moravské filharmonie Olomouc, v Informačním centru v budově olomoucké radnice na Horním náměstí, anebo hodinu před začátkem přímo na </w:t>
      </w:r>
      <w:r w:rsidR="0079665B">
        <w:t>m</w:t>
      </w:r>
      <w:r>
        <w:t>ístě koncertu.</w:t>
      </w:r>
      <w:r w:rsidR="00EB7128">
        <w:t xml:space="preserve"> </w:t>
      </w:r>
      <w:r w:rsidR="007976CB">
        <w:t xml:space="preserve">Bližší informace </w:t>
      </w:r>
      <w:r w:rsidR="00F736D6">
        <w:t>k festivalu a vstupenkám jsou k dispozici</w:t>
      </w:r>
      <w:r w:rsidR="007976CB">
        <w:t xml:space="preserve"> na webu </w:t>
      </w:r>
      <w:r w:rsidR="00161830">
        <w:t xml:space="preserve">Moravské </w:t>
      </w:r>
      <w:r w:rsidR="007976CB">
        <w:t xml:space="preserve">filharmonie </w:t>
      </w:r>
      <w:r w:rsidR="00F736D6">
        <w:t xml:space="preserve">Olomouc </w:t>
      </w:r>
      <w:hyperlink r:id="rId8" w:history="1">
        <w:r w:rsidR="00F736D6" w:rsidRPr="006905BF">
          <w:rPr>
            <w:rStyle w:val="Hypertextovodkaz"/>
          </w:rPr>
          <w:t>www.mfo.cz</w:t>
        </w:r>
      </w:hyperlink>
      <w:r w:rsidR="007976CB">
        <w:t>.</w:t>
      </w:r>
    </w:p>
    <w:p w14:paraId="5D76C791" w14:textId="77777777" w:rsidR="007976CB" w:rsidRDefault="007976CB" w:rsidP="007D3869"/>
    <w:p w14:paraId="401C4849" w14:textId="77777777" w:rsidR="0084660E" w:rsidRDefault="0084660E" w:rsidP="007D3869"/>
    <w:p w14:paraId="253EF738" w14:textId="275D6060" w:rsidR="007D3869" w:rsidRPr="001C6582" w:rsidRDefault="00000000" w:rsidP="007D3869">
      <w:pPr>
        <w:rPr>
          <w:rStyle w:val="Zvraznnhypertextovodkaz"/>
        </w:rPr>
      </w:pPr>
      <w:hyperlink r:id="rId9" w:history="1">
        <w:proofErr w:type="spellStart"/>
        <w:r w:rsidR="007D3869" w:rsidRPr="003337C2">
          <w:rPr>
            <w:rStyle w:val="Hypertextovodkaz"/>
          </w:rPr>
          <w:t>Presskit</w:t>
        </w:r>
        <w:proofErr w:type="spellEnd"/>
        <w:r w:rsidR="007D3869" w:rsidRPr="003337C2">
          <w:rPr>
            <w:rStyle w:val="Hypertextovodkaz"/>
          </w:rPr>
          <w:t xml:space="preserve"> ke stažení</w:t>
        </w:r>
      </w:hyperlink>
    </w:p>
    <w:p w14:paraId="7B9EE579" w14:textId="4BEF7BC0" w:rsidR="007D3869" w:rsidRPr="001C6582" w:rsidRDefault="007D3869" w:rsidP="007D3869">
      <w:pPr>
        <w:pStyle w:val="Doplujcinformace"/>
        <w:rPr>
          <w:rStyle w:val="Doplujchypertextovodkaz"/>
        </w:rPr>
      </w:pPr>
      <w:r w:rsidRPr="001C6582">
        <w:rPr>
          <w:i/>
          <w:iCs/>
        </w:rPr>
        <w:t xml:space="preserve">V případě nefunkčního odkazu zadejte do vyhledávače URL </w:t>
      </w:r>
      <w:r w:rsidRPr="001C6582">
        <w:rPr>
          <w:i/>
          <w:iCs/>
        </w:rPr>
        <w:br/>
      </w:r>
      <w:r w:rsidR="00EF2652" w:rsidRPr="00EF2652">
        <w:rPr>
          <w:rStyle w:val="Doplujchypertextovodkaz"/>
        </w:rPr>
        <w:t>https://www.mfo.cz/promedia/</w:t>
      </w:r>
    </w:p>
    <w:p w14:paraId="19CB6DEB" w14:textId="3951E1B3" w:rsidR="004838B5" w:rsidRPr="001C6582" w:rsidRDefault="007D3869" w:rsidP="007D3869">
      <w:pPr>
        <w:spacing w:before="600" w:after="135"/>
      </w:pPr>
      <w:r w:rsidRPr="001C6582">
        <w:t>Další informace poskytne:</w:t>
      </w:r>
      <w:r w:rsidRPr="001C6582">
        <w:br/>
      </w:r>
      <w:r w:rsidRPr="001C6582">
        <w:rPr>
          <w:b/>
          <w:bCs/>
        </w:rPr>
        <w:t>J</w:t>
      </w:r>
      <w:r w:rsidR="00122354">
        <w:rPr>
          <w:b/>
          <w:bCs/>
        </w:rPr>
        <w:t>onáš Harman</w:t>
      </w:r>
      <w:r w:rsidRPr="001C6582">
        <w:rPr>
          <w:b/>
          <w:bCs/>
        </w:rPr>
        <w:br/>
      </w:r>
      <w:r w:rsidRPr="001C6582">
        <w:t>T +420</w:t>
      </w:r>
      <w:r w:rsidR="00122354">
        <w:t> 736 108</w:t>
      </w:r>
      <w:r w:rsidR="004838B5">
        <w:t> </w:t>
      </w:r>
      <w:r w:rsidR="00122354">
        <w:t>597</w:t>
      </w:r>
      <w:r w:rsidR="004838B5">
        <w:br/>
        <w:t xml:space="preserve">E </w:t>
      </w:r>
      <w:hyperlink r:id="rId10" w:history="1">
        <w:r w:rsidR="004838B5" w:rsidRPr="00A32C1B">
          <w:rPr>
            <w:rStyle w:val="Hypertextovodkaz"/>
          </w:rPr>
          <w:t>info@mfo.cz</w:t>
        </w:r>
      </w:hyperlink>
    </w:p>
    <w:p w14:paraId="6B43296E" w14:textId="1F76BD72" w:rsidR="00AC7893" w:rsidRPr="00F52841" w:rsidRDefault="007D3869" w:rsidP="007D3869">
      <w:pPr>
        <w:pStyle w:val="Doplujcinformace"/>
        <w:spacing w:before="600"/>
        <w:rPr>
          <w:bCs w:val="0"/>
        </w:rPr>
      </w:pPr>
      <w:r w:rsidRPr="001C6582">
        <w:rPr>
          <w:b/>
        </w:rPr>
        <w:t>M</w:t>
      </w:r>
      <w:r w:rsidR="00AC7893">
        <w:rPr>
          <w:b/>
        </w:rPr>
        <w:t>ezinárodní varhanní festival Olomouc</w:t>
      </w:r>
      <w:r w:rsidR="00F52841">
        <w:rPr>
          <w:bCs w:val="0"/>
        </w:rPr>
        <w:t xml:space="preserve"> </w:t>
      </w:r>
      <w:r w:rsidR="00F52841" w:rsidRPr="00F52841">
        <w:rPr>
          <w:bCs w:val="0"/>
        </w:rPr>
        <w:t xml:space="preserve">je nejstarším a nejvýznamnějším varhaním festivalem u nás a také významnou událostí svého druhu v celosvětovém měřítku. Festival založil varhaník, a </w:t>
      </w:r>
      <w:proofErr w:type="spellStart"/>
      <w:r w:rsidR="00F52841" w:rsidRPr="00F52841">
        <w:rPr>
          <w:bCs w:val="0"/>
        </w:rPr>
        <w:t>organolog</w:t>
      </w:r>
      <w:proofErr w:type="spellEnd"/>
      <w:r w:rsidR="00F52841" w:rsidRPr="00F52841">
        <w:rPr>
          <w:bCs w:val="0"/>
        </w:rPr>
        <w:t xml:space="preserve"> Antonín Schindler (1925–2010). Koná se v Olomouci bez přerušení již od r. 1969. Domovským kostelem, resp. nástrojem varhanního festivalu jsou </w:t>
      </w:r>
      <w:proofErr w:type="spellStart"/>
      <w:r w:rsidR="00F52841" w:rsidRPr="00F52841">
        <w:rPr>
          <w:bCs w:val="0"/>
        </w:rPr>
        <w:t>Englerovy</w:t>
      </w:r>
      <w:proofErr w:type="spellEnd"/>
      <w:r w:rsidR="00F52841" w:rsidRPr="00F52841">
        <w:rPr>
          <w:bCs w:val="0"/>
        </w:rPr>
        <w:t xml:space="preserve"> varhany v kostele svatého Mořice v Olomouci. Tento nástroj je se svými pěti manuály, 95</w:t>
      </w:r>
      <w:r w:rsidR="0084660E">
        <w:rPr>
          <w:bCs w:val="0"/>
        </w:rPr>
        <w:t> </w:t>
      </w:r>
      <w:r w:rsidR="00F52841" w:rsidRPr="00F52841">
        <w:rPr>
          <w:bCs w:val="0"/>
        </w:rPr>
        <w:t>rejstříky a bezmála osmi tisíci píšťalami největšími varhanami v ČR. V minulosti se na festivalu představily interpretační špičky z celého světa a Mezinárodní varhanní festival Olomouc tak patří k pevným kulturním a</w:t>
      </w:r>
      <w:r w:rsidR="0084660E">
        <w:rPr>
          <w:bCs w:val="0"/>
        </w:rPr>
        <w:t> </w:t>
      </w:r>
      <w:r w:rsidR="00F52841" w:rsidRPr="00F52841">
        <w:rPr>
          <w:bCs w:val="0"/>
        </w:rPr>
        <w:t>společenským událostem města Olomouce i české hudební kultury.</w:t>
      </w:r>
    </w:p>
    <w:p w14:paraId="4E581C9B" w14:textId="0A994585" w:rsidR="00626B6F" w:rsidRPr="001C6582" w:rsidRDefault="00AC7893" w:rsidP="007D3869">
      <w:pPr>
        <w:pStyle w:val="Doplujcinformace"/>
        <w:spacing w:before="600"/>
      </w:pPr>
      <w:r>
        <w:rPr>
          <w:b/>
        </w:rPr>
        <w:t>M</w:t>
      </w:r>
      <w:r w:rsidR="007D3869" w:rsidRPr="001C6582">
        <w:rPr>
          <w:b/>
        </w:rPr>
        <w:t>oravská filharmonie Olomouc</w:t>
      </w:r>
      <w:r w:rsidR="003721A1">
        <w:t>, pořadatel Mezinárodního varhanního festivalu Olomouc</w:t>
      </w:r>
      <w:r w:rsidR="003721A1">
        <w:br/>
        <w:t>Moravská filharmonie Olomouc p</w:t>
      </w:r>
      <w:r w:rsidR="007D3869" w:rsidRPr="001C6582">
        <w:t>atří k předním a nejstarším symfonickým orchestrům v České republice. Na jejím uměleckém vývoji se podílely významné osobnosti české i světové hudební scény. Za dobu své existence si Moravská filharmonie Olomouc vytvořila mimořádně rozsáhlý a rozmanitý repertoár: věnuje se především klasickému symfonickému repertoáru, propaguje však i soudobou českou a světovou hudební tvorbu, o čemž svědčí uvedení více než 250 novinek. Moravská filharmonie Olomouc má bohatou diskografii a vystupuje na významných mezinárodních hudebních festivalech doma i v zahraničí. Především je ale kulturní institucí, která se zásadní měrou podílí na organizaci uměleckého a koncertního života v Olomouci a okolí. Pořádá festivaly Dvořákova Olomouc a Mezinárodní varhanní festival Olomouc. Mezi její činnosti patří také řada vzdělávacích aktivit pro děti a mladé lidi.</w:t>
      </w:r>
    </w:p>
    <w:sectPr w:rsidR="00626B6F" w:rsidRPr="001C6582" w:rsidSect="001D11B3">
      <w:footerReference w:type="default" r:id="rId11"/>
      <w:headerReference w:type="first" r:id="rId12"/>
      <w:footerReference w:type="first" r:id="rId13"/>
      <w:pgSz w:w="11906" w:h="16838"/>
      <w:pgMar w:top="1168" w:right="907" w:bottom="907" w:left="2495" w:header="709" w:footer="6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B5B30" w14:textId="77777777" w:rsidR="002A12F2" w:rsidRDefault="002A12F2" w:rsidP="00C42D0D">
      <w:pPr>
        <w:spacing w:after="0" w:line="240" w:lineRule="auto"/>
      </w:pPr>
      <w:r>
        <w:separator/>
      </w:r>
    </w:p>
  </w:endnote>
  <w:endnote w:type="continuationSeparator" w:id="0">
    <w:p w14:paraId="1F2FC528" w14:textId="77777777" w:rsidR="002A12F2" w:rsidRDefault="002A12F2" w:rsidP="00C4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ABD8B" w14:textId="77777777" w:rsidR="00AF2F27" w:rsidRPr="00AF2F27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fldSimple w:instr=" NUMPAGES   \* MERGEFORMAT ">
      <w:r>
        <w:rPr>
          <w:noProof/>
        </w:rPr>
        <w:t>1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C121" w14:textId="77777777" w:rsidR="005B282A" w:rsidRDefault="005B282A" w:rsidP="005B282A">
    <w:pPr>
      <w:pStyle w:val="Zpat"/>
      <w:ind w:left="-184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 w:rsidRPr="005B282A">
      <w:t>/</w:t>
    </w:r>
    <w:fldSimple w:instr=" NUMPAGES   \* MERGEFORMAT ">
      <w:r>
        <w:rPr>
          <w:noProof/>
        </w:rPr>
        <w:t>2</w:t>
      </w:r>
    </w:fldSimple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0199908" wp14:editId="611096BB">
              <wp:simplePos x="0" y="0"/>
              <wp:positionH relativeFrom="page">
                <wp:posOffset>320675</wp:posOffset>
              </wp:positionH>
              <wp:positionV relativeFrom="page">
                <wp:posOffset>7535545</wp:posOffset>
              </wp:positionV>
              <wp:extent cx="1062000" cy="2520000"/>
              <wp:effectExtent l="0" t="0" r="0" b="0"/>
              <wp:wrapNone/>
              <wp:docPr id="6" name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2000" cy="252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736112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 xml:space="preserve">Moravská </w:t>
                          </w:r>
                          <w:r w:rsidRPr="005B282A">
                            <w:br/>
                            <w:t xml:space="preserve">filharmonie Olomouc, </w:t>
                          </w:r>
                          <w:r w:rsidRPr="005B282A">
                            <w:br/>
                            <w:t>příspěvková organizace</w:t>
                          </w:r>
                        </w:p>
                        <w:p w14:paraId="695FC0E9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Horní náměstí 23</w:t>
                          </w:r>
                        </w:p>
                        <w:p w14:paraId="19788E87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779 00 Olomouc</w:t>
                          </w:r>
                        </w:p>
                        <w:p w14:paraId="41008964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+420 585 206 520</w:t>
                          </w:r>
                        </w:p>
                        <w:p w14:paraId="4CA38B95" w14:textId="77777777" w:rsidR="005B282A" w:rsidRPr="005B282A" w:rsidRDefault="005B282A" w:rsidP="005B282A">
                          <w:pPr>
                            <w:pStyle w:val="Zpat"/>
                            <w:spacing w:line="274" w:lineRule="auto"/>
                          </w:pPr>
                          <w:r w:rsidRPr="005B282A">
                            <w:t>mfo@mfo.cz</w:t>
                          </w:r>
                        </w:p>
                        <w:p w14:paraId="392EAD32" w14:textId="77777777" w:rsidR="005B282A" w:rsidRPr="005B282A" w:rsidRDefault="00000000" w:rsidP="005B282A">
                          <w:pPr>
                            <w:pStyle w:val="Zpat"/>
                            <w:spacing w:line="274" w:lineRule="auto"/>
                          </w:pPr>
                          <w:hyperlink r:id="rId1" w:history="1">
                            <w:r w:rsidR="005B282A" w:rsidRPr="005B282A">
                              <w:rPr>
                                <w:rStyle w:val="Hypertextovodkaz"/>
                                <w:color w:val="auto"/>
                                <w:u w:val="none"/>
                              </w:rPr>
                              <w:t>www.mfo.cz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199908" id="_x0000_t202" coordsize="21600,21600" o:spt="202" path="m,l,21600r21600,l21600,xe">
              <v:stroke joinstyle="miter"/>
              <v:path gradientshapeok="t" o:connecttype="rect"/>
            </v:shapetype>
            <v:shape id="Kontakty" o:spid="_x0000_s1026" type="#_x0000_t202" style="position:absolute;left:0;text-align:left;margin-left:25.25pt;margin-top:593.35pt;width:83.6pt;height:198.4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" filled="f" stroked="f" strokeweight=".5pt">
              <v:textbox>
                <w:txbxContent>
                  <w:p w14:paraId="54736112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 xml:space="preserve">Moravská </w:t>
                    </w:r>
                    <w:r w:rsidRPr="005B282A">
                      <w:br/>
                      <w:t xml:space="preserve">filharmonie Olomouc, </w:t>
                    </w:r>
                    <w:r w:rsidRPr="005B282A">
                      <w:br/>
                      <w:t>příspěvková organizace</w:t>
                    </w:r>
                  </w:p>
                  <w:p w14:paraId="695FC0E9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Horní náměstí 23</w:t>
                    </w:r>
                  </w:p>
                  <w:p w14:paraId="19788E87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779 00 Olomouc</w:t>
                    </w:r>
                  </w:p>
                  <w:p w14:paraId="41008964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+420 585 206 520</w:t>
                    </w:r>
                  </w:p>
                  <w:p w14:paraId="4CA38B95" w14:textId="77777777" w:rsidR="005B282A" w:rsidRPr="005B282A" w:rsidRDefault="005B282A" w:rsidP="005B282A">
                    <w:pPr>
                      <w:pStyle w:val="Zpat"/>
                      <w:spacing w:line="274" w:lineRule="auto"/>
                    </w:pPr>
                    <w:r w:rsidRPr="005B282A">
                      <w:t>mfo@mfo.cz</w:t>
                    </w:r>
                  </w:p>
                  <w:p w14:paraId="392EAD32" w14:textId="77777777" w:rsidR="005B282A" w:rsidRPr="005B282A" w:rsidRDefault="00000000" w:rsidP="005B282A">
                    <w:pPr>
                      <w:pStyle w:val="Zpat"/>
                      <w:spacing w:line="274" w:lineRule="auto"/>
                    </w:pPr>
                    <w:hyperlink r:id="rId2" w:history="1">
                      <w:r w:rsidR="005B282A" w:rsidRPr="005B282A">
                        <w:rPr>
                          <w:rStyle w:val="Hypertextovodkaz"/>
                          <w:color w:val="auto"/>
                          <w:u w:val="none"/>
                        </w:rPr>
                        <w:t>www.mfo.cz</w:t>
                      </w:r>
                    </w:hyperlink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F46F3" w14:textId="77777777" w:rsidR="002A12F2" w:rsidRDefault="002A12F2" w:rsidP="00C42D0D">
      <w:pPr>
        <w:spacing w:after="0" w:line="240" w:lineRule="auto"/>
      </w:pPr>
      <w:r>
        <w:separator/>
      </w:r>
    </w:p>
  </w:footnote>
  <w:footnote w:type="continuationSeparator" w:id="0">
    <w:p w14:paraId="6C476428" w14:textId="77777777" w:rsidR="002A12F2" w:rsidRDefault="002A12F2" w:rsidP="00C4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8B4B5" w14:textId="77777777" w:rsidR="005B282A" w:rsidRDefault="009D3EEF" w:rsidP="00F674F5">
    <w:pPr>
      <w:pStyle w:val="Zhlav"/>
      <w:spacing w:after="1680"/>
    </w:pPr>
    <w:r>
      <w:rPr>
        <w:noProof/>
      </w:rPr>
      <w:drawing>
        <wp:anchor distT="0" distB="0" distL="114300" distR="114300" simplePos="0" relativeHeight="251668991" behindDoc="0" locked="1" layoutInCell="1" allowOverlap="1" wp14:anchorId="7A067C6D" wp14:editId="65E04D58">
          <wp:simplePos x="0" y="0"/>
          <wp:positionH relativeFrom="column">
            <wp:posOffset>4298315</wp:posOffset>
          </wp:positionH>
          <wp:positionV relativeFrom="page">
            <wp:posOffset>434975</wp:posOffset>
          </wp:positionV>
          <wp:extent cx="1230630" cy="215900"/>
          <wp:effectExtent l="0" t="0" r="7620" b="0"/>
          <wp:wrapNone/>
          <wp:docPr id="2" name="Tisková zprá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fo_tiskova-zprava_sRGB-black_MS-Office_10x_v5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0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1" layoutInCell="1" allowOverlap="1" wp14:anchorId="69040A99" wp14:editId="5B17836B">
          <wp:simplePos x="0" y="0"/>
          <wp:positionH relativeFrom="column">
            <wp:posOffset>-1151890</wp:posOffset>
          </wp:positionH>
          <wp:positionV relativeFrom="page">
            <wp:posOffset>432435</wp:posOffset>
          </wp:positionV>
          <wp:extent cx="2620645" cy="197485"/>
          <wp:effectExtent l="0" t="0" r="8255" b="0"/>
          <wp:wrapNone/>
          <wp:docPr id="1" name="Logo MF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fo_logo-na-dopisni-papiry_sRGB-black_MS-Office_10x_v5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5" cy="197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A2EFE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5C20D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282C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D2E72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3322C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0CC4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20AE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74A8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1413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14B9B8"/>
    <w:lvl w:ilvl="0">
      <w:start w:val="1"/>
      <w:numFmt w:val="bullet"/>
      <w:pStyle w:val="Seznamsodrkami"/>
      <w:lvlText w:val="—"/>
      <w:lvlJc w:val="left"/>
      <w:pPr>
        <w:ind w:left="360" w:hanging="360"/>
      </w:pPr>
      <w:rPr>
        <w:rFonts w:ascii="Calibri" w:hAnsi="Calibri" w:hint="default"/>
      </w:rPr>
    </w:lvl>
  </w:abstractNum>
  <w:abstractNum w:abstractNumId="10" w15:restartNumberingAfterBreak="0">
    <w:nsid w:val="56D607BB"/>
    <w:multiLevelType w:val="hybridMultilevel"/>
    <w:tmpl w:val="5E4E2CD0"/>
    <w:lvl w:ilvl="0" w:tplc="AEC65EFA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549871">
    <w:abstractNumId w:val="8"/>
  </w:num>
  <w:num w:numId="2" w16cid:durableId="697703304">
    <w:abstractNumId w:val="3"/>
  </w:num>
  <w:num w:numId="3" w16cid:durableId="290021161">
    <w:abstractNumId w:val="2"/>
  </w:num>
  <w:num w:numId="4" w16cid:durableId="127089422">
    <w:abstractNumId w:val="1"/>
  </w:num>
  <w:num w:numId="5" w16cid:durableId="589319637">
    <w:abstractNumId w:val="0"/>
  </w:num>
  <w:num w:numId="6" w16cid:durableId="1390299945">
    <w:abstractNumId w:val="9"/>
  </w:num>
  <w:num w:numId="7" w16cid:durableId="1557626142">
    <w:abstractNumId w:val="7"/>
  </w:num>
  <w:num w:numId="8" w16cid:durableId="917405006">
    <w:abstractNumId w:val="6"/>
  </w:num>
  <w:num w:numId="9" w16cid:durableId="1100568707">
    <w:abstractNumId w:val="5"/>
  </w:num>
  <w:num w:numId="10" w16cid:durableId="363135750">
    <w:abstractNumId w:val="4"/>
  </w:num>
  <w:num w:numId="11" w16cid:durableId="1217468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E0"/>
    <w:rsid w:val="00027C3C"/>
    <w:rsid w:val="00035154"/>
    <w:rsid w:val="000841CF"/>
    <w:rsid w:val="0008640B"/>
    <w:rsid w:val="000A260F"/>
    <w:rsid w:val="000C0162"/>
    <w:rsid w:val="000C0995"/>
    <w:rsid w:val="000E7BBC"/>
    <w:rsid w:val="000F0ABC"/>
    <w:rsid w:val="000F31EC"/>
    <w:rsid w:val="001036BA"/>
    <w:rsid w:val="00114193"/>
    <w:rsid w:val="00122354"/>
    <w:rsid w:val="001274DB"/>
    <w:rsid w:val="00131DAC"/>
    <w:rsid w:val="00133B38"/>
    <w:rsid w:val="0014042C"/>
    <w:rsid w:val="00161830"/>
    <w:rsid w:val="001747EC"/>
    <w:rsid w:val="0018040B"/>
    <w:rsid w:val="00185AA8"/>
    <w:rsid w:val="001A1C6F"/>
    <w:rsid w:val="001A7487"/>
    <w:rsid w:val="001B2AA1"/>
    <w:rsid w:val="001B2DD2"/>
    <w:rsid w:val="001C6582"/>
    <w:rsid w:val="001D11B3"/>
    <w:rsid w:val="001E6759"/>
    <w:rsid w:val="001F6D05"/>
    <w:rsid w:val="002033C8"/>
    <w:rsid w:val="002247BE"/>
    <w:rsid w:val="002369D0"/>
    <w:rsid w:val="00261CF1"/>
    <w:rsid w:val="002763D2"/>
    <w:rsid w:val="002927E6"/>
    <w:rsid w:val="002937F8"/>
    <w:rsid w:val="00294DF7"/>
    <w:rsid w:val="002A12F2"/>
    <w:rsid w:val="002A4C0B"/>
    <w:rsid w:val="002C2AED"/>
    <w:rsid w:val="002C6530"/>
    <w:rsid w:val="002D1016"/>
    <w:rsid w:val="002D247A"/>
    <w:rsid w:val="002D4764"/>
    <w:rsid w:val="00304DF8"/>
    <w:rsid w:val="003067F9"/>
    <w:rsid w:val="003102DA"/>
    <w:rsid w:val="00322380"/>
    <w:rsid w:val="003337C2"/>
    <w:rsid w:val="0036745E"/>
    <w:rsid w:val="003721A1"/>
    <w:rsid w:val="003921AB"/>
    <w:rsid w:val="003F0F53"/>
    <w:rsid w:val="00412B24"/>
    <w:rsid w:val="004141CE"/>
    <w:rsid w:val="00426451"/>
    <w:rsid w:val="00455EB1"/>
    <w:rsid w:val="00473B92"/>
    <w:rsid w:val="004838B5"/>
    <w:rsid w:val="00493854"/>
    <w:rsid w:val="00497CA6"/>
    <w:rsid w:val="004C00D6"/>
    <w:rsid w:val="004E27E5"/>
    <w:rsid w:val="004E3036"/>
    <w:rsid w:val="004E66E0"/>
    <w:rsid w:val="004F77FC"/>
    <w:rsid w:val="005306F4"/>
    <w:rsid w:val="005317D5"/>
    <w:rsid w:val="00550CA3"/>
    <w:rsid w:val="005568BA"/>
    <w:rsid w:val="00563917"/>
    <w:rsid w:val="0057754B"/>
    <w:rsid w:val="005855C1"/>
    <w:rsid w:val="005A2C5A"/>
    <w:rsid w:val="005B282A"/>
    <w:rsid w:val="005C3BD0"/>
    <w:rsid w:val="005D619B"/>
    <w:rsid w:val="005E0940"/>
    <w:rsid w:val="00611DAD"/>
    <w:rsid w:val="0061503C"/>
    <w:rsid w:val="00626B6F"/>
    <w:rsid w:val="00654AAB"/>
    <w:rsid w:val="00667CE8"/>
    <w:rsid w:val="006779F4"/>
    <w:rsid w:val="00687389"/>
    <w:rsid w:val="00692182"/>
    <w:rsid w:val="00696973"/>
    <w:rsid w:val="006A7064"/>
    <w:rsid w:val="006C5061"/>
    <w:rsid w:val="006C6539"/>
    <w:rsid w:val="006F127A"/>
    <w:rsid w:val="007063EC"/>
    <w:rsid w:val="00731350"/>
    <w:rsid w:val="007333EA"/>
    <w:rsid w:val="0075725F"/>
    <w:rsid w:val="007577FA"/>
    <w:rsid w:val="00765EE9"/>
    <w:rsid w:val="00775429"/>
    <w:rsid w:val="0079665B"/>
    <w:rsid w:val="007976CB"/>
    <w:rsid w:val="007A08B9"/>
    <w:rsid w:val="007C59F5"/>
    <w:rsid w:val="007D3869"/>
    <w:rsid w:val="00817016"/>
    <w:rsid w:val="008377A8"/>
    <w:rsid w:val="0084660E"/>
    <w:rsid w:val="0085751F"/>
    <w:rsid w:val="00876D7F"/>
    <w:rsid w:val="008A5898"/>
    <w:rsid w:val="008B3A7E"/>
    <w:rsid w:val="008C3234"/>
    <w:rsid w:val="009613DB"/>
    <w:rsid w:val="0096165C"/>
    <w:rsid w:val="009620F1"/>
    <w:rsid w:val="00990052"/>
    <w:rsid w:val="009A00E9"/>
    <w:rsid w:val="009C7744"/>
    <w:rsid w:val="009D3EEF"/>
    <w:rsid w:val="009E1A52"/>
    <w:rsid w:val="009E1D50"/>
    <w:rsid w:val="00A029C1"/>
    <w:rsid w:val="00A04F6C"/>
    <w:rsid w:val="00A25FA3"/>
    <w:rsid w:val="00A409D3"/>
    <w:rsid w:val="00A41AB5"/>
    <w:rsid w:val="00A50F24"/>
    <w:rsid w:val="00A65398"/>
    <w:rsid w:val="00A97C01"/>
    <w:rsid w:val="00AA74E4"/>
    <w:rsid w:val="00AC7893"/>
    <w:rsid w:val="00AD0FC4"/>
    <w:rsid w:val="00AE0DDC"/>
    <w:rsid w:val="00AF2F27"/>
    <w:rsid w:val="00B105CF"/>
    <w:rsid w:val="00B47C6B"/>
    <w:rsid w:val="00B73244"/>
    <w:rsid w:val="00B84185"/>
    <w:rsid w:val="00B97A8F"/>
    <w:rsid w:val="00BA4BBC"/>
    <w:rsid w:val="00BA7914"/>
    <w:rsid w:val="00BB733E"/>
    <w:rsid w:val="00BD4CAA"/>
    <w:rsid w:val="00BD4E95"/>
    <w:rsid w:val="00BF20F7"/>
    <w:rsid w:val="00C324B1"/>
    <w:rsid w:val="00C35FC3"/>
    <w:rsid w:val="00C42D0D"/>
    <w:rsid w:val="00C50C9C"/>
    <w:rsid w:val="00C63318"/>
    <w:rsid w:val="00C95011"/>
    <w:rsid w:val="00CA0179"/>
    <w:rsid w:val="00CA3CE9"/>
    <w:rsid w:val="00CA6307"/>
    <w:rsid w:val="00CC0D6E"/>
    <w:rsid w:val="00CC2B63"/>
    <w:rsid w:val="00CE6B77"/>
    <w:rsid w:val="00CF4A18"/>
    <w:rsid w:val="00D01AB2"/>
    <w:rsid w:val="00D02FA4"/>
    <w:rsid w:val="00D03692"/>
    <w:rsid w:val="00D15103"/>
    <w:rsid w:val="00D61761"/>
    <w:rsid w:val="00D9073E"/>
    <w:rsid w:val="00D921A4"/>
    <w:rsid w:val="00DA2938"/>
    <w:rsid w:val="00DE3FB3"/>
    <w:rsid w:val="00E03418"/>
    <w:rsid w:val="00E1358C"/>
    <w:rsid w:val="00E142FE"/>
    <w:rsid w:val="00E2455E"/>
    <w:rsid w:val="00E31003"/>
    <w:rsid w:val="00E6215C"/>
    <w:rsid w:val="00E86FB5"/>
    <w:rsid w:val="00E91394"/>
    <w:rsid w:val="00EB7128"/>
    <w:rsid w:val="00EB7694"/>
    <w:rsid w:val="00ED337F"/>
    <w:rsid w:val="00ED4FEF"/>
    <w:rsid w:val="00EE7C95"/>
    <w:rsid w:val="00EF1F9F"/>
    <w:rsid w:val="00EF2652"/>
    <w:rsid w:val="00EF27A9"/>
    <w:rsid w:val="00EF57EB"/>
    <w:rsid w:val="00F050EF"/>
    <w:rsid w:val="00F32538"/>
    <w:rsid w:val="00F52841"/>
    <w:rsid w:val="00F5669F"/>
    <w:rsid w:val="00F57FC8"/>
    <w:rsid w:val="00F674F5"/>
    <w:rsid w:val="00F7059B"/>
    <w:rsid w:val="00F736D6"/>
    <w:rsid w:val="00F92A6A"/>
    <w:rsid w:val="00FD48A4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9D347"/>
  <w14:defaultImageDpi w14:val="330"/>
  <w15:chartTrackingRefBased/>
  <w15:docId w15:val="{625BF73F-BBEE-4E92-A6C7-9E367164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cs-CZ" w:eastAsia="en-US" w:bidi="ar-SA"/>
      </w:rPr>
    </w:rPrDefault>
    <w:pPrDefault>
      <w:pPr>
        <w:spacing w:after="270" w:line="26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C9C"/>
  </w:style>
  <w:style w:type="paragraph" w:styleId="Nadpis1">
    <w:name w:val="heading 1"/>
    <w:basedOn w:val="Normln"/>
    <w:next w:val="Normln"/>
    <w:link w:val="Nadpis1Char"/>
    <w:uiPriority w:val="9"/>
    <w:qFormat/>
    <w:rsid w:val="00035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AF2F27"/>
    <w:pPr>
      <w:numPr>
        <w:ilvl w:val="1"/>
      </w:numPr>
      <w:spacing w:after="240"/>
    </w:pPr>
    <w:rPr>
      <w:rFonts w:eastAsiaTheme="minorEastAsia"/>
      <w:color w:val="8D9299" w:themeColor="background2"/>
      <w:sz w:val="26"/>
    </w:rPr>
  </w:style>
  <w:style w:type="character" w:customStyle="1" w:styleId="PodnadpisChar">
    <w:name w:val="Podnadpis Char"/>
    <w:basedOn w:val="Standardnpsmoodstavce"/>
    <w:link w:val="Podnadpis"/>
    <w:uiPriority w:val="11"/>
    <w:rsid w:val="00AF2F27"/>
    <w:rPr>
      <w:rFonts w:eastAsiaTheme="minorEastAsia"/>
      <w:color w:val="8D9299" w:themeColor="background2"/>
      <w:sz w:val="26"/>
    </w:rPr>
  </w:style>
  <w:style w:type="paragraph" w:styleId="Zhlav">
    <w:name w:val="header"/>
    <w:basedOn w:val="Normln"/>
    <w:link w:val="ZhlavChar"/>
    <w:uiPriority w:val="99"/>
    <w:unhideWhenUsed/>
    <w:rsid w:val="00C4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D0D"/>
  </w:style>
  <w:style w:type="paragraph" w:styleId="Zpat">
    <w:name w:val="footer"/>
    <w:basedOn w:val="Normln"/>
    <w:link w:val="ZpatChar"/>
    <w:uiPriority w:val="99"/>
    <w:unhideWhenUsed/>
    <w:rsid w:val="005B282A"/>
    <w:pPr>
      <w:tabs>
        <w:tab w:val="center" w:pos="4536"/>
        <w:tab w:val="right" w:pos="9072"/>
      </w:tabs>
      <w:spacing w:after="0" w:line="307" w:lineRule="auto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5B282A"/>
    <w:rPr>
      <w:sz w:val="14"/>
    </w:rPr>
  </w:style>
  <w:style w:type="paragraph" w:customStyle="1" w:styleId="Domicil">
    <w:name w:val="Domicil"/>
    <w:basedOn w:val="Normln"/>
    <w:uiPriority w:val="12"/>
    <w:qFormat/>
    <w:rsid w:val="001D11B3"/>
    <w:pPr>
      <w:spacing w:after="500"/>
    </w:pPr>
  </w:style>
  <w:style w:type="paragraph" w:styleId="Nzev">
    <w:name w:val="Title"/>
    <w:basedOn w:val="Normln"/>
    <w:next w:val="Normln"/>
    <w:link w:val="NzevChar"/>
    <w:uiPriority w:val="10"/>
    <w:qFormat/>
    <w:rsid w:val="005D619B"/>
    <w:pPr>
      <w:spacing w:after="240"/>
      <w:contextualSpacing/>
    </w:pPr>
    <w:rPr>
      <w:rFonts w:asciiTheme="majorHAnsi" w:eastAsiaTheme="majorEastAsia" w:hAnsiTheme="majorHAnsi" w:cstheme="majorBidi"/>
      <w:kern w:val="28"/>
      <w:sz w:val="30"/>
      <w:szCs w:val="30"/>
    </w:rPr>
  </w:style>
  <w:style w:type="character" w:customStyle="1" w:styleId="NzevChar">
    <w:name w:val="Název Char"/>
    <w:basedOn w:val="Standardnpsmoodstavce"/>
    <w:link w:val="Nzev"/>
    <w:uiPriority w:val="10"/>
    <w:rsid w:val="005D619B"/>
    <w:rPr>
      <w:rFonts w:asciiTheme="majorHAnsi" w:eastAsiaTheme="majorEastAsia" w:hAnsiTheme="majorHAnsi" w:cstheme="majorBidi"/>
      <w:kern w:val="28"/>
      <w:sz w:val="30"/>
      <w:szCs w:val="30"/>
    </w:rPr>
  </w:style>
  <w:style w:type="paragraph" w:customStyle="1" w:styleId="Perex">
    <w:name w:val="Perex"/>
    <w:basedOn w:val="Normln"/>
    <w:uiPriority w:val="11"/>
    <w:qFormat/>
    <w:rsid w:val="00D01AB2"/>
    <w:rPr>
      <w:b/>
    </w:rPr>
  </w:style>
  <w:style w:type="character" w:styleId="Hypertextovodkaz">
    <w:name w:val="Hyperlink"/>
    <w:basedOn w:val="Standardnpsmoodstavce"/>
    <w:uiPriority w:val="99"/>
    <w:unhideWhenUsed/>
    <w:rsid w:val="005B282A"/>
    <w:rPr>
      <w:color w:val="8D9299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B282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2A4C0B"/>
    <w:pPr>
      <w:spacing w:after="0"/>
    </w:pPr>
  </w:style>
  <w:style w:type="character" w:customStyle="1" w:styleId="Nadpis1Char">
    <w:name w:val="Nadpis 1 Char"/>
    <w:basedOn w:val="Standardnpsmoodstavce"/>
    <w:link w:val="Nadpis1"/>
    <w:uiPriority w:val="9"/>
    <w:rsid w:val="00035154"/>
    <w:rPr>
      <w:rFonts w:asciiTheme="majorHAnsi" w:eastAsiaTheme="majorEastAsia" w:hAnsiTheme="majorHAnsi" w:cstheme="majorBidi"/>
      <w:color w:val="686C74" w:themeColor="accent1" w:themeShade="BF"/>
      <w:sz w:val="26"/>
      <w:szCs w:val="32"/>
    </w:rPr>
  </w:style>
  <w:style w:type="paragraph" w:customStyle="1" w:styleId="Doplujcinformace">
    <w:name w:val="Doplňující informace"/>
    <w:basedOn w:val="Normln"/>
    <w:uiPriority w:val="23"/>
    <w:qFormat/>
    <w:rsid w:val="00626B6F"/>
    <w:rPr>
      <w:bCs/>
      <w:sz w:val="18"/>
      <w:szCs w:val="18"/>
    </w:rPr>
  </w:style>
  <w:style w:type="character" w:customStyle="1" w:styleId="Doplujchypertextovodkaz">
    <w:name w:val="Doplňující hypertextový odkaz"/>
    <w:basedOn w:val="Hypertextovodkaz"/>
    <w:uiPriority w:val="24"/>
    <w:rsid w:val="007D3869"/>
    <w:rPr>
      <w:i/>
      <w:color w:val="8D9299" w:themeColor="accent1"/>
      <w:u w:val="single"/>
    </w:rPr>
  </w:style>
  <w:style w:type="character" w:customStyle="1" w:styleId="Zvraznnhypertextovodkaz">
    <w:name w:val="Zvýrazněný hypertextový odkaz"/>
    <w:basedOn w:val="Standardnpsmoodstavce"/>
    <w:uiPriority w:val="23"/>
    <w:qFormat/>
    <w:rsid w:val="007D3869"/>
    <w:rPr>
      <w:color w:val="FF5577" w:themeColor="accent3"/>
      <w:u w:val="single"/>
    </w:rPr>
  </w:style>
  <w:style w:type="character" w:styleId="Zstupntext">
    <w:name w:val="Placeholder Text"/>
    <w:basedOn w:val="Standardnpsmoodstavce"/>
    <w:uiPriority w:val="99"/>
    <w:semiHidden/>
    <w:rsid w:val="0057754B"/>
    <w:rPr>
      <w:color w:val="808080"/>
    </w:rPr>
  </w:style>
  <w:style w:type="paragraph" w:styleId="Odstavecseseznamem">
    <w:name w:val="List Paragraph"/>
    <w:basedOn w:val="Normln"/>
    <w:uiPriority w:val="34"/>
    <w:qFormat/>
    <w:rsid w:val="001C6582"/>
    <w:pPr>
      <w:ind w:left="720"/>
      <w:contextualSpacing/>
    </w:pPr>
  </w:style>
  <w:style w:type="paragraph" w:styleId="Seznamsodrkami">
    <w:name w:val="List Bullet"/>
    <w:basedOn w:val="Normln"/>
    <w:uiPriority w:val="25"/>
    <w:rsid w:val="001C6582"/>
    <w:pPr>
      <w:numPr>
        <w:numId w:val="6"/>
      </w:numPr>
      <w:ind w:left="567" w:hanging="283"/>
      <w:contextualSpacing/>
    </w:pPr>
  </w:style>
  <w:style w:type="paragraph" w:customStyle="1" w:styleId="Seznamsodrkamiprodlouhpoloky">
    <w:name w:val="Seznam s odrážkami pro dlouhé položky"/>
    <w:basedOn w:val="Seznamsodrkami"/>
    <w:uiPriority w:val="25"/>
    <w:qFormat/>
    <w:rsid w:val="001C6582"/>
    <w:pPr>
      <w:spacing w:after="135"/>
      <w:ind w:left="568" w:hanging="284"/>
      <w:contextualSpacing w:val="0"/>
    </w:pPr>
  </w:style>
  <w:style w:type="character" w:styleId="Zdraznn">
    <w:name w:val="Emphasis"/>
    <w:basedOn w:val="Standardnpsmoodstavce"/>
    <w:uiPriority w:val="20"/>
    <w:qFormat/>
    <w:rsid w:val="00C50C9C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EF2652"/>
    <w:rPr>
      <w:color w:val="575656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5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f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mfo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o.cz/promedia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fo.cz/" TargetMode="External"/><Relationship Id="rId1" Type="http://schemas.openxmlformats.org/officeDocument/2006/relationships/hyperlink" Target="http://www.mfo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harman\Desktop\VIZUAL_MARVIL_FINAL\Sablony_vizualu\02%20Materialy%20pro%20komunikaci\Sablony%20Microsoft%20Office%20Word\mfo_tiskova-zprava_v10_SABLONA.dotx" TargetMode="External"/></Relationships>
</file>

<file path=word/theme/theme1.xml><?xml version="1.0" encoding="utf-8"?>
<a:theme xmlns:a="http://schemas.openxmlformats.org/drawingml/2006/main" name="Motiv Office">
  <a:themeElements>
    <a:clrScheme name="MFO Office Colours">
      <a:dk1>
        <a:sysClr val="windowText" lastClr="000000"/>
      </a:dk1>
      <a:lt1>
        <a:sysClr val="window" lastClr="FFFFFF"/>
      </a:lt1>
      <a:dk2>
        <a:srgbClr val="575659"/>
      </a:dk2>
      <a:lt2>
        <a:srgbClr val="8D9299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8D9299"/>
      </a:hlink>
      <a:folHlink>
        <a:srgbClr val="575656"/>
      </a:folHlink>
    </a:clrScheme>
    <a:fontScheme name="MFO Office Font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C6DD-A178-461E-B39F-63816431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mfo_tiskova-zprava_v10_SABLONA.dotx</Template>
  <TotalTime>81</TotalTime>
  <Pages>2</Pages>
  <Words>714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Hlavička nebo titulek tiskové zprávy</vt:lpstr>
    </vt:vector>
  </TitlesOfParts>
  <Company>Moravská filharmonie Olomouc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Hlavička nebo titulek tiskové zprávy</dc:title>
  <dc:subject/>
  <dc:creator>Jonáš Harman</dc:creator>
  <cp:keywords/>
  <dc:description/>
  <cp:lastModifiedBy>Jonáš Harman</cp:lastModifiedBy>
  <cp:revision>58</cp:revision>
  <cp:lastPrinted>2023-05-25T08:16:00Z</cp:lastPrinted>
  <dcterms:created xsi:type="dcterms:W3CDTF">2023-08-01T15:23:00Z</dcterms:created>
  <dcterms:modified xsi:type="dcterms:W3CDTF">2023-08-31T06:39:00Z</dcterms:modified>
  <cp:category>Tisková zpráva</cp:category>
</cp:coreProperties>
</file>